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2002D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D2002D">
        <w:rPr>
          <w:rFonts w:ascii="Corbel" w:hAnsi="Corbel"/>
          <w:b/>
          <w:smallCaps/>
          <w:sz w:val="24"/>
          <w:szCs w:val="24"/>
        </w:rPr>
        <w:t xml:space="preserve"> </w:t>
      </w:r>
      <w:r w:rsidR="00BC3137">
        <w:rPr>
          <w:rFonts w:ascii="Corbel" w:hAnsi="Corbel"/>
          <w:i/>
          <w:smallCaps/>
          <w:sz w:val="24"/>
          <w:szCs w:val="24"/>
        </w:rPr>
        <w:t>202</w:t>
      </w:r>
      <w:r w:rsidR="001D2402">
        <w:rPr>
          <w:rFonts w:ascii="Corbel" w:hAnsi="Corbel"/>
          <w:i/>
          <w:smallCaps/>
          <w:sz w:val="24"/>
          <w:szCs w:val="24"/>
        </w:rPr>
        <w:t>1</w:t>
      </w:r>
      <w:r w:rsidR="00015EF4" w:rsidRPr="00D2002D">
        <w:rPr>
          <w:rFonts w:ascii="Corbel" w:hAnsi="Corbel"/>
          <w:i/>
          <w:smallCaps/>
          <w:sz w:val="24"/>
          <w:szCs w:val="24"/>
        </w:rPr>
        <w:t>-202</w:t>
      </w:r>
      <w:r w:rsidR="001D2402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Pr="00BC3137" w:rsidRDefault="00445970" w:rsidP="00BC313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BC3137">
        <w:rPr>
          <w:rFonts w:ascii="Corbel" w:hAnsi="Corbel"/>
          <w:sz w:val="20"/>
          <w:szCs w:val="20"/>
        </w:rPr>
        <w:t>202</w:t>
      </w:r>
      <w:r w:rsidR="001D2402">
        <w:rPr>
          <w:rFonts w:ascii="Corbel" w:hAnsi="Corbel"/>
          <w:sz w:val="20"/>
          <w:szCs w:val="20"/>
        </w:rPr>
        <w:t>1</w:t>
      </w:r>
      <w:r w:rsidR="00BC3137">
        <w:rPr>
          <w:rFonts w:ascii="Corbel" w:hAnsi="Corbel"/>
          <w:sz w:val="20"/>
          <w:szCs w:val="20"/>
        </w:rPr>
        <w:t>/202</w:t>
      </w:r>
      <w:r w:rsidR="001D2402">
        <w:rPr>
          <w:rFonts w:ascii="Corbel" w:hAnsi="Corbel"/>
          <w:sz w:val="20"/>
          <w:szCs w:val="20"/>
        </w:rPr>
        <w:t>2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20833" w:rsidRDefault="00C720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0833">
              <w:rPr>
                <w:rFonts w:ascii="Corbel" w:hAnsi="Corbel"/>
                <w:sz w:val="24"/>
                <w:szCs w:val="24"/>
              </w:rPr>
              <w:t>Zaburzenia komunikacji językowej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EC7D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EC7D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0208A" w:rsidRDefault="0080208A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80208A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920833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920833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208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EC38C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2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920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00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9208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356A6E" w:rsidRPr="00356A6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A259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Zaliczenie z oceną.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200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00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2002D" w:rsidRPr="00D2002D" w:rsidTr="00745302">
        <w:tc>
          <w:tcPr>
            <w:tcW w:w="9670" w:type="dxa"/>
          </w:tcPr>
          <w:p w:rsidR="00A259EB" w:rsidRPr="00D2002D" w:rsidRDefault="00F71A80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002D">
              <w:rPr>
                <w:rFonts w:ascii="Corbel" w:hAnsi="Corbel"/>
                <w:b w:val="0"/>
                <w:smallCaps w:val="0"/>
                <w:szCs w:val="24"/>
              </w:rPr>
              <w:t>Elementarna wiedza z zakr</w:t>
            </w:r>
            <w:r w:rsidR="00A259EB" w:rsidRPr="00D2002D">
              <w:rPr>
                <w:rFonts w:ascii="Corbel" w:hAnsi="Corbel"/>
                <w:b w:val="0"/>
                <w:smallCaps w:val="0"/>
                <w:szCs w:val="24"/>
              </w:rPr>
              <w:t>esu pedagogiki ogólnej, psychologii rozwoju i wychowania, biomedycznych podstaw rozwoju, komunikacji interpersonalnej.</w:t>
            </w:r>
          </w:p>
          <w:p w:rsidR="0085747A" w:rsidRPr="00D2002D" w:rsidRDefault="0085747A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terminologią logopedyczną – zaburzeniami</w:t>
            </w:r>
            <w:r w:rsid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</w:t>
            </w: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omunikacji, w tym komunikacji językowej.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Dostarczenie wiedzy dotyczącej medycznych, językoznawczych i psychologicznych podstaw mowy człowieka, w tym jej rozwoju.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modelem mowy – budowy i odbioru wypowiedzi słownej – aktu w procesie porozumiewania się językowego oraz słownego w aspekcie społecznym.</w:t>
            </w:r>
          </w:p>
        </w:tc>
      </w:tr>
      <w:tr w:rsidR="00ED4682" w:rsidRPr="009C54AE" w:rsidTr="00923D7D">
        <w:tc>
          <w:tcPr>
            <w:tcW w:w="851" w:type="dxa"/>
            <w:vAlign w:val="center"/>
          </w:tcPr>
          <w:p w:rsidR="00ED4682" w:rsidRDefault="00ED468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682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Uświadomienie roli terapii logopedycznej na poprawę jakości życia u dzieci i młodzieży oraz osób dorosłych z dysfunkcjami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52877" w:rsidRDefault="00D57B5B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uczestników procesów edukacyjn</w:t>
            </w:r>
            <w:r w:rsidR="00D2002D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ych i rozróżni ze względu na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rodzaj potrzeb terapeutycznych. 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948D3" w:rsidRDefault="001522DE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Opisze mechanizmy oraz prawidłowości i czynniki zakłócające komunikację interpersonalną.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E85A3A" w:rsidRDefault="00E85A3A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>Zastosuje w prawidłowy sposób nowoczesne technologie informacyjne, jako czynniki warunkujące samodzielne zdobywanie wiedzy logopedycznej, oraz rozwoju umiejętności komunikowania się.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40BAC" w:rsidRPr="009C54AE" w:rsidTr="005E6E85">
        <w:tc>
          <w:tcPr>
            <w:tcW w:w="1701" w:type="dxa"/>
          </w:tcPr>
          <w:p w:rsidR="00F40BAC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76EFF" w:rsidRPr="00D76EFF" w:rsidRDefault="00D76EFF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przygotowania do pracy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pedagogicznej.</w:t>
            </w:r>
          </w:p>
        </w:tc>
        <w:tc>
          <w:tcPr>
            <w:tcW w:w="1873" w:type="dxa"/>
          </w:tcPr>
          <w:p w:rsidR="00F40BAC" w:rsidRPr="009C54AE" w:rsidRDefault="00535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Przedmiot i zadania logopedii, podstawowe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pojęcia związane z problematyką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mowy i języka.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Etapy prawidłowego procesu rozwoju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904AD6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Stymulacja rozwoju mowy. Zasady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postępowania profilaktycznego.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Budowa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 funkcjonowanie narządów mowy.</w:t>
            </w:r>
          </w:p>
        </w:tc>
      </w:tr>
      <w:tr w:rsidR="0095176F" w:rsidRPr="009C54AE" w:rsidTr="00923D7D">
        <w:tc>
          <w:tcPr>
            <w:tcW w:w="9639" w:type="dxa"/>
          </w:tcPr>
          <w:p w:rsidR="00E35F1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Istota, objawy i przyczyny zaburzeń komunikacji językowej u dzieci.</w:t>
            </w:r>
          </w:p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Klasyfikacja zaburzeń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Wybrane zaburzenia mowy: różne rodzaje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dyslalii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 aspekcie diagnozy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terapii, jąka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wczesnodziecięce w aspe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kcie postępowania nauczyciela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odziców. Opóźniony rozwój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Praca terapeutyczna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dzieckiem z zaburzeniami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Sytuacja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lna dzieci z zaburzeniami mowy.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Podstawy logopedii artystycznej.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Zaburzenia mowy u osób dorosłych.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904AD6" w:rsidRPr="00153C41" w:rsidRDefault="00904AD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904AD6" w:rsidRDefault="00904AD6" w:rsidP="00904AD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904AD6">
        <w:rPr>
          <w:rFonts w:ascii="Corbel" w:hAnsi="Corbel" w:cs="DejaVuSans"/>
          <w:sz w:val="24"/>
          <w:szCs w:val="24"/>
          <w:lang w:eastAsia="pl-PL"/>
        </w:rPr>
        <w:t>Zajęcia ze studentami realizowane są w formi</w:t>
      </w:r>
      <w:r>
        <w:rPr>
          <w:rFonts w:ascii="Corbel" w:hAnsi="Corbel" w:cs="DejaVuSans"/>
          <w:sz w:val="24"/>
          <w:szCs w:val="24"/>
          <w:lang w:eastAsia="pl-PL"/>
        </w:rPr>
        <w:t xml:space="preserve">e ćwiczeń laboratoryjnych/zajęć praktycznych, </w:t>
      </w:r>
      <w:r w:rsidRPr="00904AD6">
        <w:rPr>
          <w:rFonts w:ascii="Corbel" w:hAnsi="Corbel" w:cs="DejaVuSans"/>
          <w:sz w:val="24"/>
          <w:szCs w:val="24"/>
          <w:lang w:eastAsia="pl-PL"/>
        </w:rPr>
        <w:t>demonstracji sposobów pr</w:t>
      </w:r>
      <w:r>
        <w:rPr>
          <w:rFonts w:ascii="Corbel" w:hAnsi="Corbel" w:cs="DejaVuSans"/>
          <w:sz w:val="24"/>
          <w:szCs w:val="24"/>
          <w:lang w:eastAsia="pl-PL"/>
        </w:rPr>
        <w:t xml:space="preserve">owadzenia pracy terapeutycznej, wykładu z prezentacją </w:t>
      </w:r>
      <w:r w:rsidRPr="00904AD6">
        <w:rPr>
          <w:rFonts w:ascii="Corbel" w:hAnsi="Corbel" w:cs="DejaVuSans"/>
          <w:sz w:val="24"/>
          <w:szCs w:val="24"/>
          <w:lang w:eastAsia="pl-PL"/>
        </w:rPr>
        <w:t>multimedialną, dyskusji, pracy w grupach, metody</w:t>
      </w:r>
      <w:r>
        <w:rPr>
          <w:rFonts w:ascii="Corbel" w:hAnsi="Corbel" w:cs="DejaVuSans"/>
          <w:sz w:val="24"/>
          <w:szCs w:val="24"/>
          <w:lang w:eastAsia="pl-PL"/>
        </w:rPr>
        <w:t xml:space="preserve"> projektów.</w:t>
      </w:r>
    </w:p>
    <w:p w:rsidR="00E960BB" w:rsidRPr="00DC1696" w:rsidRDefault="00E960BB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D4B1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AD4B18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kolokwium</w:t>
            </w:r>
          </w:p>
        </w:tc>
        <w:tc>
          <w:tcPr>
            <w:tcW w:w="2117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 w:rsidR="00AD4B18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9C54AE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 xml:space="preserve">kolokwium, projekt, obserwacja w trakcie zajęć 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projekt, obserwacja w trakcie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33C33" w:rsidRPr="00233C3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Systematyczne przygotowywanie się do ćwic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zeń, bieżące zapoznawanie się z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literaturą i aktywny udział w zajęciach.</w:t>
            </w:r>
          </w:p>
          <w:p w:rsidR="00233C33" w:rsidRPr="00233C3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Przeprowadzenie ćwiczeń z zakresu ter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apii logopedycznej na podstawie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przygotowanego konspektu.</w:t>
            </w:r>
          </w:p>
          <w:p w:rsidR="0085747A" w:rsidRPr="00C9645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Zaliczenie kolokwium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pisemnego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obejmującego tematykę ćwiczeń, uzyskanie min. 50% możliwych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punktów.</w:t>
            </w: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E3B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7E3B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E3B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E3B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Vademecum logopedyczne, Poznań 2001.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Wprowadzenie do zagadnień logopedii wieku rozwojowego,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Gniezno 2011.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Czajkowska I., Herda K., Zajęcia korekcyjno- kompensacyjne w szkole,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Warszawa1999.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Czaplewska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Milewski S., Diagnoza logopedyczna. Podrę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cznik akademicki,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Sopot 2012.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Demel G., Minimum logopedyczne nauczyciela przedszkola, Warszawa 1998.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Diener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 E., Profilaktyka zaburzeń mowy. Przewodnik dla rodziców,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opiekunów, nauczycieli i lekarzy, Kielce 1999.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Gałkowski T., Jastrzębowska G., (red.), Logopedia. Pytania i odpowiedzi,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Opole 1999.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Gunia G., 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Lechta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V., Wprowadzenie do logopedii, Kraków 2012.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Jastrzębowska G., Podstawy logopedii dla 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tudentów logopedii, pedagogiki,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psychologii, filologii, Opole 1996.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Kozłowska K., Wady wymowy możemy usunąć, Kielce 1998.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Kuczkowski J., Kaczorowska-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Bray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(red.) Biomedyczne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podstawy logopedii, Gdańsk 2014.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Kaczorowska-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Bray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Logopedia.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ybrane aspekty historii, teori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praktyki, Gdańsk 2012.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Minczakiewicz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 M., Komunikacja, mowa,</w:t>
            </w:r>
            <w:r w:rsidR="00CE0BC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język, Kraków 2001.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Nowak J., Wybrane problemy logopedyczne, Warszawa 1993.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Sachajska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Uczymy poprawnej wymowy, Warszawa 1992.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Stecko E., Zaburzenia mowy u dzieci – wczesne rozpoznawanie i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postępowanie logopedyczne, Warszawa 2002.</w:t>
            </w:r>
          </w:p>
          <w:p w:rsidR="00B27B87" w:rsidRPr="00B27B87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Styczek I., Logopedia, Warszawa 1979.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Bochenek A., Anatomia człowieka, T. 4, Warszawa 1993.</w:t>
            </w:r>
          </w:p>
          <w:p w:rsid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Cieszyńska J., Od słowa przeczytanego do wypowiedzianego, Kraków 2000.</w:t>
            </w:r>
          </w:p>
          <w:p w:rsidR="00CE0BC8" w:rsidRPr="007E3BA2" w:rsidRDefault="00CE0BC8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Datkun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-Czerniak K. Logopedia. Jak usprawniać mowę dziecka, Warszawa 2004.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Kaczmarek L., Nasze dziecko uczy się mówić, Lublin 1982.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Kania J.T., Szkice logopedyczne, Lublin 2001.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Stecko E., Wczesne rozpoznawanie i leczenie zaburzeń mowy, Lublin 1991.</w:t>
            </w:r>
          </w:p>
          <w:p w:rsidR="004603C9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Toczyska B., Elementarne ćwiczenia dykcji, Gdańsk 1998.</w:t>
            </w:r>
          </w:p>
          <w:p w:rsidR="004603C9" w:rsidRPr="004603C9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D8E" w:rsidRDefault="002A0D8E" w:rsidP="00C16ABF">
      <w:pPr>
        <w:spacing w:after="0" w:line="240" w:lineRule="auto"/>
      </w:pPr>
      <w:r>
        <w:separator/>
      </w:r>
    </w:p>
  </w:endnote>
  <w:endnote w:type="continuationSeparator" w:id="0">
    <w:p w:rsidR="002A0D8E" w:rsidRDefault="002A0D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D8E" w:rsidRDefault="002A0D8E" w:rsidP="00C16ABF">
      <w:pPr>
        <w:spacing w:after="0" w:line="240" w:lineRule="auto"/>
      </w:pPr>
      <w:r>
        <w:separator/>
      </w:r>
    </w:p>
  </w:footnote>
  <w:footnote w:type="continuationSeparator" w:id="0">
    <w:p w:rsidR="002A0D8E" w:rsidRDefault="002A0D8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53DC3"/>
    <w:rsid w:val="00065F3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3F1B"/>
    <w:rsid w:val="000D04B0"/>
    <w:rsid w:val="000F1C57"/>
    <w:rsid w:val="000F5615"/>
    <w:rsid w:val="00116D1F"/>
    <w:rsid w:val="00124BFF"/>
    <w:rsid w:val="0012560E"/>
    <w:rsid w:val="00127108"/>
    <w:rsid w:val="00134B13"/>
    <w:rsid w:val="00146BC0"/>
    <w:rsid w:val="001522DE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2402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33C33"/>
    <w:rsid w:val="0024028F"/>
    <w:rsid w:val="00244ABC"/>
    <w:rsid w:val="00252877"/>
    <w:rsid w:val="002572DF"/>
    <w:rsid w:val="00281FF2"/>
    <w:rsid w:val="002857DE"/>
    <w:rsid w:val="00291567"/>
    <w:rsid w:val="00295DF3"/>
    <w:rsid w:val="002A0D8E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56A6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5E9"/>
    <w:rsid w:val="003F38C0"/>
    <w:rsid w:val="00401A22"/>
    <w:rsid w:val="00414E3C"/>
    <w:rsid w:val="0042244A"/>
    <w:rsid w:val="0042745A"/>
    <w:rsid w:val="00431D5C"/>
    <w:rsid w:val="004362C6"/>
    <w:rsid w:val="00437FA2"/>
    <w:rsid w:val="00445970"/>
    <w:rsid w:val="0045729E"/>
    <w:rsid w:val="004603C9"/>
    <w:rsid w:val="00461EFC"/>
    <w:rsid w:val="004652C2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B5607"/>
    <w:rsid w:val="004C07A5"/>
    <w:rsid w:val="004D5282"/>
    <w:rsid w:val="004F1551"/>
    <w:rsid w:val="004F55A3"/>
    <w:rsid w:val="004F64F0"/>
    <w:rsid w:val="0050496F"/>
    <w:rsid w:val="00513B6F"/>
    <w:rsid w:val="00517C63"/>
    <w:rsid w:val="00526C94"/>
    <w:rsid w:val="00535554"/>
    <w:rsid w:val="005363C4"/>
    <w:rsid w:val="00536BDE"/>
    <w:rsid w:val="00543ACC"/>
    <w:rsid w:val="0056696D"/>
    <w:rsid w:val="00573EF9"/>
    <w:rsid w:val="0059394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4934"/>
    <w:rsid w:val="00660211"/>
    <w:rsid w:val="006620D9"/>
    <w:rsid w:val="00671958"/>
    <w:rsid w:val="00675843"/>
    <w:rsid w:val="00693219"/>
    <w:rsid w:val="00696477"/>
    <w:rsid w:val="006A766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32B"/>
    <w:rsid w:val="0078168C"/>
    <w:rsid w:val="00787C2A"/>
    <w:rsid w:val="00790E27"/>
    <w:rsid w:val="007948D3"/>
    <w:rsid w:val="007A4022"/>
    <w:rsid w:val="007A6E6E"/>
    <w:rsid w:val="007B536B"/>
    <w:rsid w:val="007C3299"/>
    <w:rsid w:val="007C3BCC"/>
    <w:rsid w:val="007C4546"/>
    <w:rsid w:val="007D6E56"/>
    <w:rsid w:val="007E3BA2"/>
    <w:rsid w:val="007F1652"/>
    <w:rsid w:val="007F3C5C"/>
    <w:rsid w:val="007F4155"/>
    <w:rsid w:val="0080208A"/>
    <w:rsid w:val="0081554D"/>
    <w:rsid w:val="0081707E"/>
    <w:rsid w:val="008449B3"/>
    <w:rsid w:val="0085747A"/>
    <w:rsid w:val="008734B6"/>
    <w:rsid w:val="0088485B"/>
    <w:rsid w:val="00884922"/>
    <w:rsid w:val="00885F64"/>
    <w:rsid w:val="008917F9"/>
    <w:rsid w:val="008A45F7"/>
    <w:rsid w:val="008B08E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A6A"/>
    <w:rsid w:val="00904AD6"/>
    <w:rsid w:val="00916188"/>
    <w:rsid w:val="00920833"/>
    <w:rsid w:val="00923D7D"/>
    <w:rsid w:val="009508DF"/>
    <w:rsid w:val="00950DAC"/>
    <w:rsid w:val="0095176F"/>
    <w:rsid w:val="00954A07"/>
    <w:rsid w:val="00997F14"/>
    <w:rsid w:val="009A3D23"/>
    <w:rsid w:val="009A78D9"/>
    <w:rsid w:val="009C1331"/>
    <w:rsid w:val="009C3E31"/>
    <w:rsid w:val="009C54AE"/>
    <w:rsid w:val="009C788E"/>
    <w:rsid w:val="009E3B41"/>
    <w:rsid w:val="009E5156"/>
    <w:rsid w:val="009F3C5C"/>
    <w:rsid w:val="009F4610"/>
    <w:rsid w:val="00A00ECC"/>
    <w:rsid w:val="00A038F1"/>
    <w:rsid w:val="00A155EE"/>
    <w:rsid w:val="00A20821"/>
    <w:rsid w:val="00A2245B"/>
    <w:rsid w:val="00A259EB"/>
    <w:rsid w:val="00A30110"/>
    <w:rsid w:val="00A320BC"/>
    <w:rsid w:val="00A36899"/>
    <w:rsid w:val="00A371F6"/>
    <w:rsid w:val="00A43BF6"/>
    <w:rsid w:val="00A53FA5"/>
    <w:rsid w:val="00A54817"/>
    <w:rsid w:val="00A601C8"/>
    <w:rsid w:val="00A60799"/>
    <w:rsid w:val="00A84C85"/>
    <w:rsid w:val="00A957F7"/>
    <w:rsid w:val="00A97DE1"/>
    <w:rsid w:val="00AA5A92"/>
    <w:rsid w:val="00AB053C"/>
    <w:rsid w:val="00AD1146"/>
    <w:rsid w:val="00AD27D3"/>
    <w:rsid w:val="00AD4B18"/>
    <w:rsid w:val="00AD66D6"/>
    <w:rsid w:val="00AD7CB2"/>
    <w:rsid w:val="00AE1160"/>
    <w:rsid w:val="00AE203C"/>
    <w:rsid w:val="00AE2E74"/>
    <w:rsid w:val="00AE5FCB"/>
    <w:rsid w:val="00AF2C1E"/>
    <w:rsid w:val="00AF4CFE"/>
    <w:rsid w:val="00B06142"/>
    <w:rsid w:val="00B135B1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C313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E1A"/>
    <w:rsid w:val="00C26CB7"/>
    <w:rsid w:val="00C324C1"/>
    <w:rsid w:val="00C36992"/>
    <w:rsid w:val="00C56036"/>
    <w:rsid w:val="00C61DC5"/>
    <w:rsid w:val="00C67E92"/>
    <w:rsid w:val="00C70A26"/>
    <w:rsid w:val="00C720E8"/>
    <w:rsid w:val="00C766DF"/>
    <w:rsid w:val="00C94B98"/>
    <w:rsid w:val="00C96453"/>
    <w:rsid w:val="00CA2B96"/>
    <w:rsid w:val="00CA5089"/>
    <w:rsid w:val="00CB2A5B"/>
    <w:rsid w:val="00CB42CB"/>
    <w:rsid w:val="00CD6897"/>
    <w:rsid w:val="00CE0BC8"/>
    <w:rsid w:val="00CE5BAC"/>
    <w:rsid w:val="00CF25BE"/>
    <w:rsid w:val="00CF78ED"/>
    <w:rsid w:val="00D02B25"/>
    <w:rsid w:val="00D02EBA"/>
    <w:rsid w:val="00D17C3C"/>
    <w:rsid w:val="00D2002D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76EFF"/>
    <w:rsid w:val="00D8075B"/>
    <w:rsid w:val="00D8678B"/>
    <w:rsid w:val="00DA2114"/>
    <w:rsid w:val="00DB2BC9"/>
    <w:rsid w:val="00DC169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F12"/>
    <w:rsid w:val="00E51E44"/>
    <w:rsid w:val="00E53282"/>
    <w:rsid w:val="00E62C5D"/>
    <w:rsid w:val="00E63348"/>
    <w:rsid w:val="00E77E88"/>
    <w:rsid w:val="00E8107D"/>
    <w:rsid w:val="00E85A3A"/>
    <w:rsid w:val="00E960BB"/>
    <w:rsid w:val="00EA2074"/>
    <w:rsid w:val="00EA32AE"/>
    <w:rsid w:val="00EA4832"/>
    <w:rsid w:val="00EA4E9D"/>
    <w:rsid w:val="00EC38C2"/>
    <w:rsid w:val="00EC4899"/>
    <w:rsid w:val="00EC7D3E"/>
    <w:rsid w:val="00ED03AB"/>
    <w:rsid w:val="00ED32D2"/>
    <w:rsid w:val="00ED4682"/>
    <w:rsid w:val="00EE32DE"/>
    <w:rsid w:val="00EE5457"/>
    <w:rsid w:val="00F058F7"/>
    <w:rsid w:val="00F070AB"/>
    <w:rsid w:val="00F17567"/>
    <w:rsid w:val="00F27A7B"/>
    <w:rsid w:val="00F40BAC"/>
    <w:rsid w:val="00F526AF"/>
    <w:rsid w:val="00F617C3"/>
    <w:rsid w:val="00F7066B"/>
    <w:rsid w:val="00F71A80"/>
    <w:rsid w:val="00F71AB5"/>
    <w:rsid w:val="00F83B28"/>
    <w:rsid w:val="00FA46E5"/>
    <w:rsid w:val="00FB7DBA"/>
    <w:rsid w:val="00FC1C25"/>
    <w:rsid w:val="00FC265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C34A1-C69F-4D52-ACA9-AE223B553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1092</Words>
  <Characters>6552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2020-10-14T11:34:00Z</cp:lastPrinted>
  <dcterms:created xsi:type="dcterms:W3CDTF">2019-11-12T14:33:00Z</dcterms:created>
  <dcterms:modified xsi:type="dcterms:W3CDTF">2021-09-24T09:51:00Z</dcterms:modified>
</cp:coreProperties>
</file>